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283371F" w14:textId="77777777" w:rsidTr="00987DB5">
        <w:tc>
          <w:tcPr>
            <w:tcW w:w="9498" w:type="dxa"/>
          </w:tcPr>
          <w:p w14:paraId="4283371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2833737" wp14:editId="4283373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83371B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4283371C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4283371D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283371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2833720" w14:textId="126B80DD" w:rsidR="00AE5C63" w:rsidRPr="001278E4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1278E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1278E4" w:rsidRPr="001278E4">
            <w:rPr>
              <w:rFonts w:ascii="Times New Roman" w:hAnsi="Times New Roman"/>
              <w:sz w:val="28"/>
              <w:szCs w:val="28"/>
            </w:rPr>
            <w:t>19 января 2026 года</w:t>
          </w:r>
        </w:sdtContent>
      </w:sdt>
      <w:r w:rsidRPr="001278E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1278E4" w:rsidRPr="001278E4">
            <w:rPr>
              <w:rFonts w:ascii="Times New Roman" w:hAnsi="Times New Roman"/>
              <w:sz w:val="28"/>
              <w:szCs w:val="28"/>
            </w:rPr>
            <w:t>5</w:t>
          </w:r>
        </w:sdtContent>
      </w:sdt>
    </w:p>
    <w:bookmarkEnd w:id="0"/>
    <w:p w14:paraId="42833721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2833722" w14:textId="2EA6027C" w:rsidR="00AE5C63" w:rsidRDefault="001E4001" w:rsidP="00844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3C68">
        <w:rPr>
          <w:rFonts w:ascii="Times New Roman" w:hAnsi="Times New Roman"/>
          <w:b/>
          <w:sz w:val="28"/>
          <w:szCs w:val="28"/>
        </w:rPr>
        <w:t>О</w:t>
      </w:r>
      <w:r w:rsidR="001E283E">
        <w:rPr>
          <w:rFonts w:ascii="Times New Roman" w:hAnsi="Times New Roman"/>
          <w:b/>
          <w:sz w:val="28"/>
          <w:szCs w:val="28"/>
        </w:rPr>
        <w:t>б утверждении состава</w:t>
      </w:r>
      <w:r w:rsidRPr="00F43C68">
        <w:rPr>
          <w:rFonts w:ascii="Times New Roman" w:hAnsi="Times New Roman"/>
          <w:b/>
          <w:sz w:val="28"/>
          <w:szCs w:val="28"/>
        </w:rPr>
        <w:t xml:space="preserve"> административной комиссии </w:t>
      </w:r>
      <w:r w:rsidR="001E283E">
        <w:rPr>
          <w:rFonts w:ascii="Times New Roman" w:hAnsi="Times New Roman"/>
          <w:b/>
          <w:sz w:val="28"/>
          <w:szCs w:val="28"/>
        </w:rPr>
        <w:br/>
      </w:r>
      <w:r w:rsidRPr="00F43C68">
        <w:rPr>
          <w:rFonts w:ascii="Times New Roman" w:hAnsi="Times New Roman"/>
          <w:b/>
          <w:sz w:val="28"/>
          <w:szCs w:val="28"/>
        </w:rPr>
        <w:t>муниципального образования Ногликский муниципальный округ Сахалинской области</w:t>
      </w:r>
    </w:p>
    <w:p w14:paraId="6C69B2BE" w14:textId="77777777" w:rsidR="0084401B" w:rsidRPr="00F43C68" w:rsidRDefault="0084401B" w:rsidP="00844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66CD35C" w14:textId="77777777" w:rsidR="00F43C68" w:rsidRPr="005C751F" w:rsidRDefault="00F43C68" w:rsidP="0005131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51F">
        <w:rPr>
          <w:rFonts w:ascii="Times New Roman" w:hAnsi="Times New Roman"/>
          <w:sz w:val="28"/>
          <w:szCs w:val="28"/>
        </w:rPr>
        <w:t xml:space="preserve">В связи с изменениями кадрового состава работников администрации муниципального образования Ногликский муниципальный округ Сахалинской области, в целях реализации Закона Сахалинской области </w:t>
      </w:r>
      <w:r w:rsidRPr="005C751F">
        <w:rPr>
          <w:rFonts w:ascii="Times New Roman" w:hAnsi="Times New Roman"/>
          <w:sz w:val="28"/>
          <w:szCs w:val="28"/>
        </w:rPr>
        <w:br/>
        <w:t xml:space="preserve">от 29.04.2004 № 490 «Об административных правонарушениях в Сахалинской области», Закона Сахалинской области от 30.04.2004 № 500 </w:t>
      </w:r>
      <w:r w:rsidRPr="005C751F">
        <w:rPr>
          <w:rFonts w:ascii="Times New Roman" w:hAnsi="Times New Roman"/>
          <w:sz w:val="28"/>
          <w:szCs w:val="28"/>
        </w:rPr>
        <w:br/>
        <w:t xml:space="preserve">«Об административных комиссиях в Сахалинской области», руководствуясь статьями 28, 45 Устава муниципального образования Ногликский муниципальный округ Сахалинской области, </w:t>
      </w:r>
      <w:r w:rsidRPr="005C751F">
        <w:rPr>
          <w:rFonts w:ascii="Times New Roman" w:hAnsi="Times New Roman"/>
          <w:b/>
          <w:sz w:val="28"/>
          <w:szCs w:val="28"/>
        </w:rPr>
        <w:t>ПОСТАНОВЛЯЮ:</w:t>
      </w:r>
    </w:p>
    <w:p w14:paraId="47F575A5" w14:textId="3894BC3F" w:rsidR="00F43C68" w:rsidRPr="005C751F" w:rsidRDefault="0084401B" w:rsidP="00051313">
      <w:pPr>
        <w:pStyle w:val="a9"/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43C68" w:rsidRPr="005C751F">
        <w:rPr>
          <w:rFonts w:ascii="Times New Roman" w:hAnsi="Times New Roman"/>
          <w:sz w:val="28"/>
          <w:szCs w:val="28"/>
        </w:rPr>
        <w:t>Утвердить состав административной комиссии муниципального образования Ногликский муниципальный округ Сахалинской области (прилагается).</w:t>
      </w:r>
    </w:p>
    <w:p w14:paraId="2EAF1349" w14:textId="087BDB3F" w:rsidR="00F43C68" w:rsidRDefault="0084401B" w:rsidP="00051313">
      <w:pPr>
        <w:pStyle w:val="a9"/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43C68" w:rsidRPr="00CE7A04">
        <w:rPr>
          <w:rFonts w:ascii="Times New Roman" w:hAnsi="Times New Roman"/>
          <w:sz w:val="28"/>
          <w:szCs w:val="28"/>
        </w:rPr>
        <w:t>Считать утратившими силу постановления мэра муниципального образования Ногликский муниципальный округ</w:t>
      </w:r>
      <w:r w:rsidR="008B6CBF">
        <w:rPr>
          <w:rFonts w:ascii="Times New Roman" w:hAnsi="Times New Roman"/>
          <w:sz w:val="28"/>
          <w:szCs w:val="28"/>
        </w:rPr>
        <w:t xml:space="preserve"> Сахалинской области</w:t>
      </w:r>
      <w:r w:rsidR="00F43C68">
        <w:rPr>
          <w:rFonts w:ascii="Times New Roman" w:hAnsi="Times New Roman"/>
          <w:sz w:val="28"/>
          <w:szCs w:val="28"/>
        </w:rPr>
        <w:t>:</w:t>
      </w:r>
    </w:p>
    <w:p w14:paraId="3011E086" w14:textId="29522198" w:rsidR="0084401B" w:rsidRDefault="0084401B" w:rsidP="00051313">
      <w:pPr>
        <w:pStyle w:val="a9"/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E7A04">
        <w:rPr>
          <w:rFonts w:ascii="Times New Roman" w:hAnsi="Times New Roman"/>
          <w:sz w:val="28"/>
          <w:szCs w:val="28"/>
        </w:rPr>
        <w:t>от 18.03.2025 № 43 «О составе административной комиссии муниципального образования Ногликский муниципал</w:t>
      </w:r>
      <w:r>
        <w:rPr>
          <w:rFonts w:ascii="Times New Roman" w:hAnsi="Times New Roman"/>
          <w:sz w:val="28"/>
          <w:szCs w:val="28"/>
        </w:rPr>
        <w:t>ьный округ Сахалинской области»;</w:t>
      </w:r>
    </w:p>
    <w:p w14:paraId="0D8390EB" w14:textId="7598697C" w:rsidR="00F43C68" w:rsidRDefault="00F43C68" w:rsidP="00051313">
      <w:pPr>
        <w:pStyle w:val="a9"/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E7A04">
        <w:rPr>
          <w:rFonts w:ascii="Times New Roman" w:hAnsi="Times New Roman"/>
          <w:sz w:val="28"/>
          <w:szCs w:val="28"/>
        </w:rPr>
        <w:t xml:space="preserve"> от 12.08.2025 № 143 «О внесении изменений в постановление мэра муниципального образования Ногликский муниципальный округ Сахалинской области от 18 марта 2025 года № 43 «О составе административной комиссии муниципального образования Ногликский муниципальный округ Сахалинской области»</w:t>
      </w:r>
      <w:r w:rsidR="0084401B">
        <w:rPr>
          <w:rFonts w:ascii="Times New Roman" w:hAnsi="Times New Roman"/>
          <w:sz w:val="28"/>
          <w:szCs w:val="28"/>
        </w:rPr>
        <w:t>.</w:t>
      </w:r>
    </w:p>
    <w:p w14:paraId="46B69F73" w14:textId="700DE948" w:rsidR="00F43C68" w:rsidRDefault="0084401B" w:rsidP="00051313">
      <w:pPr>
        <w:pStyle w:val="a9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43C68" w:rsidRPr="00B74482">
        <w:rPr>
          <w:rFonts w:ascii="Times New Roman" w:hAnsi="Times New Roman"/>
          <w:sz w:val="28"/>
          <w:szCs w:val="28"/>
        </w:rPr>
        <w:t>Разместить настоящее постановление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670FEA99" w14:textId="7F15AD11" w:rsidR="00F43C68" w:rsidRDefault="0084401B" w:rsidP="00051313">
      <w:pPr>
        <w:pStyle w:val="a9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F43C68" w:rsidRPr="00B74482">
        <w:rPr>
          <w:rFonts w:ascii="Times New Roman" w:hAnsi="Times New Roman"/>
          <w:sz w:val="28"/>
          <w:szCs w:val="28"/>
        </w:rPr>
        <w:t>Контроль за исполнение</w:t>
      </w:r>
      <w:r w:rsidR="00D0065B">
        <w:rPr>
          <w:rFonts w:ascii="Times New Roman" w:hAnsi="Times New Roman"/>
          <w:sz w:val="28"/>
          <w:szCs w:val="28"/>
        </w:rPr>
        <w:t>м</w:t>
      </w:r>
      <w:r w:rsidR="00F43C68" w:rsidRPr="00B74482">
        <w:rPr>
          <w:rFonts w:ascii="Times New Roman" w:hAnsi="Times New Roman"/>
          <w:sz w:val="28"/>
          <w:szCs w:val="28"/>
        </w:rPr>
        <w:t xml:space="preserve"> настоящего постановления возложить </w:t>
      </w:r>
      <w:r w:rsidR="00F43C68">
        <w:rPr>
          <w:rFonts w:ascii="Times New Roman" w:hAnsi="Times New Roman"/>
          <w:sz w:val="28"/>
          <w:szCs w:val="28"/>
        </w:rPr>
        <w:br/>
      </w:r>
      <w:r w:rsidR="00F43C68" w:rsidRPr="00B74482">
        <w:rPr>
          <w:rFonts w:ascii="Times New Roman" w:hAnsi="Times New Roman"/>
          <w:sz w:val="28"/>
          <w:szCs w:val="28"/>
        </w:rPr>
        <w:t xml:space="preserve">на вице-мэра муниципального образования Ногликский муниципальный округ Сахалинской области </w:t>
      </w:r>
      <w:r w:rsidR="00F43C68">
        <w:rPr>
          <w:rFonts w:ascii="Times New Roman" w:hAnsi="Times New Roman"/>
          <w:sz w:val="28"/>
          <w:szCs w:val="28"/>
        </w:rPr>
        <w:t>Русанова Я.С.</w:t>
      </w:r>
    </w:p>
    <w:p w14:paraId="4283372D" w14:textId="77777777" w:rsidR="008629FA" w:rsidRDefault="008629FA" w:rsidP="000513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505D42" w14:textId="7A5D14D7" w:rsidR="00F43C68" w:rsidRDefault="00F43C68" w:rsidP="008440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FF57051" w14:textId="77777777" w:rsidR="001E283E" w:rsidRPr="00D12794" w:rsidRDefault="001E283E" w:rsidP="008440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833736" w14:textId="0C2C619C" w:rsidR="008629FA" w:rsidRDefault="001E283E" w:rsidP="008440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муниципального образования </w:t>
      </w:r>
    </w:p>
    <w:p w14:paraId="1DA966E1" w14:textId="0B44C76C" w:rsidR="001E283E" w:rsidRDefault="001E283E" w:rsidP="008440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68A334E7" w14:textId="620A75FF" w:rsidR="001E283E" w:rsidRPr="008629FA" w:rsidRDefault="001E283E" w:rsidP="008440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1E283E" w:rsidRPr="008629FA" w:rsidSect="0084401B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3373B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4283373C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33739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4283373A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7035308"/>
      <w:docPartObj>
        <w:docPartGallery w:val="Page Numbers (Top of Page)"/>
        <w:docPartUnique/>
      </w:docPartObj>
    </w:sdtPr>
    <w:sdtEndPr/>
    <w:sdtContent>
      <w:p w14:paraId="54EC8475" w14:textId="0153F9C7" w:rsidR="0084401B" w:rsidRDefault="0084401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8E4">
          <w:rPr>
            <w:noProof/>
          </w:rPr>
          <w:t>2</w:t>
        </w:r>
        <w:r>
          <w:fldChar w:fldCharType="end"/>
        </w:r>
      </w:p>
    </w:sdtContent>
  </w:sdt>
  <w:p w14:paraId="4F19C1DB" w14:textId="77777777" w:rsidR="0084401B" w:rsidRDefault="0084401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E36C7"/>
    <w:multiLevelType w:val="hybridMultilevel"/>
    <w:tmpl w:val="B08C6C4A"/>
    <w:lvl w:ilvl="0" w:tplc="83EED68E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3A23"/>
    <w:rsid w:val="00051313"/>
    <w:rsid w:val="00053BD0"/>
    <w:rsid w:val="00081369"/>
    <w:rsid w:val="001278E4"/>
    <w:rsid w:val="00185FEC"/>
    <w:rsid w:val="001E1F9F"/>
    <w:rsid w:val="001E283E"/>
    <w:rsid w:val="001E4001"/>
    <w:rsid w:val="002E5832"/>
    <w:rsid w:val="00364F8F"/>
    <w:rsid w:val="00520CBF"/>
    <w:rsid w:val="007622F4"/>
    <w:rsid w:val="008276D6"/>
    <w:rsid w:val="0084401B"/>
    <w:rsid w:val="008629FA"/>
    <w:rsid w:val="008B6CBF"/>
    <w:rsid w:val="00987DB5"/>
    <w:rsid w:val="00AC72C8"/>
    <w:rsid w:val="00AE5C63"/>
    <w:rsid w:val="00B10ED9"/>
    <w:rsid w:val="00B25688"/>
    <w:rsid w:val="00C02849"/>
    <w:rsid w:val="00D0065B"/>
    <w:rsid w:val="00D12794"/>
    <w:rsid w:val="00D25360"/>
    <w:rsid w:val="00D67BD8"/>
    <w:rsid w:val="00DF7897"/>
    <w:rsid w:val="00E37B8A"/>
    <w:rsid w:val="00E609BC"/>
    <w:rsid w:val="00EA0EFF"/>
    <w:rsid w:val="00F43C68"/>
    <w:rsid w:val="00F4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371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43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9635D8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94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2026-01-19T23:20:00Z</dcterms:created>
  <dcterms:modified xsi:type="dcterms:W3CDTF">2026-01-20T01:07:00Z</dcterms:modified>
</cp:coreProperties>
</file>